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0D29DC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Oceana Middle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098302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0D29DC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0D29DC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17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0D29DC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70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0D29DC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17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0D29DC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24.3%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0D29DC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82.4%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0D29DC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17.6%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0D29DC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0D29DC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0D29DC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88.2%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0D29DC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0D29DC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11.8%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0D29DC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0D29DC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0D29DC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94.1%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0D29DC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0D29DC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0D29DC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0D29DC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0D29DC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5.9%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0D29DC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0D29DC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0D29DC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0D29DC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0D29DC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0D29DC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0D29DC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0D29DC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0D29DC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23.5%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0D29DC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11.8%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0D29DC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17.6%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0D29DC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5.9%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0D29DC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35.3%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0D29DC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5.9%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0D29DC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11.8%</w:t>
            </w:r>
          </w:p>
        </w:tc>
        <w:tc>
          <w:tcPr>
            <w:tcW w:w="912" w:type="pct"/>
          </w:tcPr>
          <w:p w:rsidR="00ED0933" w:rsidRPr="007646BD" w:rsidRDefault="000D29DC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0D29DC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29.4%</w:t>
            </w:r>
          </w:p>
        </w:tc>
        <w:tc>
          <w:tcPr>
            <w:tcW w:w="912" w:type="pct"/>
          </w:tcPr>
          <w:p w:rsidR="00ED0933" w:rsidRPr="007646BD" w:rsidRDefault="000D29DC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52.9%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0D29DC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35.3%</w:t>
            </w:r>
          </w:p>
        </w:tc>
        <w:tc>
          <w:tcPr>
            <w:tcW w:w="912" w:type="pct"/>
          </w:tcPr>
          <w:p w:rsidR="00ED0933" w:rsidRPr="007646BD" w:rsidRDefault="000D29DC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23.5%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0D29DC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17.6%</w:t>
            </w:r>
          </w:p>
        </w:tc>
        <w:tc>
          <w:tcPr>
            <w:tcW w:w="912" w:type="pct"/>
          </w:tcPr>
          <w:p w:rsidR="00ED0933" w:rsidRPr="007646BD" w:rsidRDefault="000D29DC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0D29DC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0D29DC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11.8%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0D29DC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0D29DC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0D29DC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0D29DC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0D29DC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5.9%</w:t>
            </w:r>
          </w:p>
        </w:tc>
        <w:tc>
          <w:tcPr>
            <w:tcW w:w="912" w:type="pct"/>
          </w:tcPr>
          <w:p w:rsidR="00ED0933" w:rsidRPr="007646BD" w:rsidRDefault="000D29DC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11.8%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0D29DC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0D29DC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0D29DC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82.4%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0D29DC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11.8%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0D29DC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0D29DC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0D29DC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0D29DC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5.9%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0D29DC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0D29DC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0D29D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94.1%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0D29DC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5.9%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0D29D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0D29DC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88.2%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0D29DC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0D29DC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0D29DC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0D29DC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0D29DC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0D29DC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0D29DC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0D29DC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58.8%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0D29DC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0D29DC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0D29DC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0.0%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0D29DC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1440" w:type="dxa"/>
          </w:tcPr>
          <w:p w:rsidR="009B797D" w:rsidRPr="00797E2A" w:rsidRDefault="000D29DC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11.8%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0D29DC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440" w:type="dxa"/>
          </w:tcPr>
          <w:p w:rsidR="008B42CE" w:rsidRPr="00797E2A" w:rsidRDefault="000D29DC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17.6%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0D29DC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440" w:type="dxa"/>
          </w:tcPr>
          <w:p w:rsidR="008B42CE" w:rsidRPr="00797E2A" w:rsidRDefault="000D29DC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41.2%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0D29DC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47.1%</w:t>
            </w:r>
          </w:p>
        </w:tc>
        <w:tc>
          <w:tcPr>
            <w:tcW w:w="1440" w:type="dxa"/>
          </w:tcPr>
          <w:p w:rsidR="00ED0933" w:rsidRPr="00797E2A" w:rsidRDefault="000D29DC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29.4%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0D29DC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0D29DC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0D29DC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23.5%</w:t>
            </w:r>
          </w:p>
        </w:tc>
        <w:tc>
          <w:tcPr>
            <w:tcW w:w="889" w:type="pct"/>
          </w:tcPr>
          <w:p w:rsidR="004206F3" w:rsidRPr="000B28B6" w:rsidRDefault="000D29DC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76.5%</w:t>
            </w:r>
          </w:p>
        </w:tc>
        <w:tc>
          <w:tcPr>
            <w:tcW w:w="1011" w:type="pct"/>
          </w:tcPr>
          <w:p w:rsidR="004206F3" w:rsidRPr="000B28B6" w:rsidRDefault="000D29DC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0D29DC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11.8%</w:t>
            </w:r>
          </w:p>
        </w:tc>
        <w:tc>
          <w:tcPr>
            <w:tcW w:w="889" w:type="pct"/>
          </w:tcPr>
          <w:p w:rsidR="004206F3" w:rsidRPr="000B28B6" w:rsidRDefault="000D29DC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76.5%</w:t>
            </w:r>
          </w:p>
        </w:tc>
        <w:tc>
          <w:tcPr>
            <w:tcW w:w="1011" w:type="pct"/>
          </w:tcPr>
          <w:p w:rsidR="004206F3" w:rsidRPr="000B28B6" w:rsidRDefault="000D29DC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11.8%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47.1%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41.2%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11.8%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0D29DC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2250" w:type="dxa"/>
            <w:noWrap/>
          </w:tcPr>
          <w:p w:rsidR="004206F3" w:rsidRPr="00797E2A" w:rsidRDefault="000D29DC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2250" w:type="dxa"/>
            <w:noWrap/>
          </w:tcPr>
          <w:p w:rsidR="004206F3" w:rsidRPr="00797E2A" w:rsidRDefault="000D29DC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41.2%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0D29DC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2250" w:type="dxa"/>
            <w:noWrap/>
          </w:tcPr>
          <w:p w:rsidR="004206F3" w:rsidRPr="00797E2A" w:rsidRDefault="000D29DC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41.2%</w:t>
            </w:r>
          </w:p>
        </w:tc>
        <w:tc>
          <w:tcPr>
            <w:tcW w:w="2250" w:type="dxa"/>
            <w:noWrap/>
          </w:tcPr>
          <w:p w:rsidR="004206F3" w:rsidRPr="00797E2A" w:rsidRDefault="000D29DC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29.4%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0D29DC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2250" w:type="dxa"/>
            <w:noWrap/>
          </w:tcPr>
          <w:p w:rsidR="004206F3" w:rsidRPr="00797E2A" w:rsidRDefault="000D29DC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2250" w:type="dxa"/>
            <w:noWrap/>
          </w:tcPr>
          <w:p w:rsidR="004206F3" w:rsidRPr="00797E2A" w:rsidRDefault="000D29DC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17.6%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0D29DC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0D29DC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0D29DC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0D29DC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0D29DC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0D29DC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5.9%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0D29DC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2250" w:type="dxa"/>
            <w:noWrap/>
          </w:tcPr>
          <w:p w:rsidR="004206F3" w:rsidRPr="00797E2A" w:rsidRDefault="000D29DC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2250" w:type="dxa"/>
            <w:noWrap/>
          </w:tcPr>
          <w:p w:rsidR="004206F3" w:rsidRPr="00797E2A" w:rsidRDefault="000D29DC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5.9%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5.9%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370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47.1%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370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23.5%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370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370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1370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11.8%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370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11.8%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41.2%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41.2%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5.9%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47.1%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41.2%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41.2%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47.1%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5.9%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47.1%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41.2%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0D29DC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23.5%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35.3%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29.4%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23.5%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11.8%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11.8%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5.9%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11.8%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5.9%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5.9%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11.8%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5.9%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17.6%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23.5%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11.8%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5.9%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11.8%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11.8%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11.8%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5.9%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5.9%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5.9%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0D29DC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5.9%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99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435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5.9%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99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47.1%</w:t>
            </w:r>
          </w:p>
        </w:tc>
        <w:tc>
          <w:tcPr>
            <w:tcW w:w="1435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5.9%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99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47.1%</w:t>
            </w:r>
          </w:p>
        </w:tc>
        <w:tc>
          <w:tcPr>
            <w:tcW w:w="1435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5.9%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99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1435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11.8%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126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99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47.1%</w:t>
            </w:r>
          </w:p>
        </w:tc>
        <w:tc>
          <w:tcPr>
            <w:tcW w:w="1435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17.6%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126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99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52.9%</w:t>
            </w:r>
          </w:p>
        </w:tc>
        <w:tc>
          <w:tcPr>
            <w:tcW w:w="1435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17.6%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126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99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1435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17.6%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99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52.9%</w:t>
            </w:r>
          </w:p>
        </w:tc>
        <w:tc>
          <w:tcPr>
            <w:tcW w:w="1435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11.8%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99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41.2%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435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11.8%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99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47.1%</w:t>
            </w:r>
          </w:p>
        </w:tc>
        <w:tc>
          <w:tcPr>
            <w:tcW w:w="1435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11.8%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99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47.1%</w:t>
            </w:r>
          </w:p>
        </w:tc>
        <w:tc>
          <w:tcPr>
            <w:tcW w:w="1435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11.8%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99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58.8%</w:t>
            </w:r>
          </w:p>
        </w:tc>
        <w:tc>
          <w:tcPr>
            <w:tcW w:w="1435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5.9%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26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99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41.2%</w:t>
            </w:r>
          </w:p>
        </w:tc>
        <w:tc>
          <w:tcPr>
            <w:tcW w:w="1435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5.9%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26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99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41.2%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435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99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435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5.9%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126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99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41.2%</w:t>
            </w:r>
          </w:p>
        </w:tc>
        <w:tc>
          <w:tcPr>
            <w:tcW w:w="1435" w:type="dxa"/>
            <w:noWrap/>
          </w:tcPr>
          <w:p w:rsidR="00364F87" w:rsidRPr="00797E2A" w:rsidRDefault="000D29DC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11.8%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35.3%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70.6%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47.1%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52.9%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76.5%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76.5%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52.9%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35.3%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58.8%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76.5%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76.5%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76.5%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23.5%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0D29DC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11.8%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9DC" w:rsidRDefault="000D29DC" w:rsidP="0035328A">
      <w:pPr>
        <w:spacing w:after="0" w:line="240" w:lineRule="auto"/>
      </w:pPr>
      <w:r>
        <w:separator/>
      </w:r>
    </w:p>
  </w:endnote>
  <w:endnote w:type="continuationSeparator" w:id="0">
    <w:p w:rsidR="000D29DC" w:rsidRDefault="000D29DC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0D29DC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9DC" w:rsidRDefault="000D29DC" w:rsidP="0035328A">
      <w:pPr>
        <w:spacing w:after="0" w:line="240" w:lineRule="auto"/>
      </w:pPr>
      <w:r>
        <w:separator/>
      </w:r>
    </w:p>
  </w:footnote>
  <w:footnote w:type="continuationSeparator" w:id="0">
    <w:p w:rsidR="000D29DC" w:rsidRDefault="000D29DC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9DC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D29DC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16863F46-384D-457E-A006-8A7463C1B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1D091-F1FD-4408-BCED-7FD776EE0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2016-04-26T20:03:00Z</dcterms:created>
  <dcterms:modified xsi:type="dcterms:W3CDTF">2016-04-26T20:03:00Z</dcterms:modified>
</cp:coreProperties>
</file>